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4F6" w:rsidRDefault="00D424F6" w:rsidP="00F12730">
      <w:r>
        <w:t xml:space="preserve"> Материалы у к урокам   13.04.2020-18.04.2020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6"/>
        <w:gridCol w:w="1420"/>
        <w:gridCol w:w="1659"/>
        <w:gridCol w:w="1800"/>
        <w:gridCol w:w="2880"/>
        <w:gridCol w:w="3087"/>
        <w:gridCol w:w="3119"/>
      </w:tblGrid>
      <w:tr w:rsidR="00D424F6" w:rsidRPr="006F4F08" w:rsidTr="00BD79A6">
        <w:trPr>
          <w:trHeight w:val="765"/>
        </w:trPr>
        <w:tc>
          <w:tcPr>
            <w:tcW w:w="1076" w:type="dxa"/>
            <w:vAlign w:val="bottom"/>
          </w:tcPr>
          <w:p w:rsidR="00D424F6" w:rsidRPr="004578C9" w:rsidRDefault="00D424F6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420" w:type="dxa"/>
            <w:noWrap/>
            <w:vAlign w:val="bottom"/>
          </w:tcPr>
          <w:p w:rsidR="00D424F6" w:rsidRPr="004578C9" w:rsidRDefault="00D424F6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659" w:type="dxa"/>
            <w:noWrap/>
            <w:vAlign w:val="bottom"/>
          </w:tcPr>
          <w:p w:rsidR="00D424F6" w:rsidRPr="004578C9" w:rsidRDefault="00D424F6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800" w:type="dxa"/>
            <w:vAlign w:val="bottom"/>
          </w:tcPr>
          <w:p w:rsidR="00D424F6" w:rsidRPr="004578C9" w:rsidRDefault="00D424F6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880" w:type="dxa"/>
            <w:noWrap/>
            <w:vAlign w:val="bottom"/>
          </w:tcPr>
          <w:p w:rsidR="00D424F6" w:rsidRPr="004578C9" w:rsidRDefault="00D424F6" w:rsidP="00B00E5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087" w:type="dxa"/>
            <w:noWrap/>
            <w:vAlign w:val="bottom"/>
          </w:tcPr>
          <w:p w:rsidR="00D424F6" w:rsidRPr="004578C9" w:rsidRDefault="00D424F6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vAlign w:val="bottom"/>
          </w:tcPr>
          <w:p w:rsidR="00D424F6" w:rsidRPr="004578C9" w:rsidRDefault="00D424F6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D424F6" w:rsidRPr="006F4F08" w:rsidTr="00BD79A6">
        <w:trPr>
          <w:trHeight w:val="660"/>
        </w:trPr>
        <w:tc>
          <w:tcPr>
            <w:tcW w:w="1076" w:type="dxa"/>
            <w:noWrap/>
          </w:tcPr>
          <w:p w:rsidR="00D424F6" w:rsidRPr="004578C9" w:rsidRDefault="00D424F6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6В</w:t>
            </w:r>
          </w:p>
        </w:tc>
        <w:tc>
          <w:tcPr>
            <w:tcW w:w="1420" w:type="dxa"/>
            <w:noWrap/>
          </w:tcPr>
          <w:p w:rsidR="00D424F6" w:rsidRPr="004578C9" w:rsidRDefault="00D424F6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59" w:type="dxa"/>
            <w:vMerge w:val="restart"/>
            <w:noWrap/>
          </w:tcPr>
          <w:p w:rsidR="00D424F6" w:rsidRPr="004578C9" w:rsidRDefault="00D424F6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Алимова Лилия Наилевна</w:t>
            </w:r>
          </w:p>
        </w:tc>
        <w:tc>
          <w:tcPr>
            <w:tcW w:w="1800" w:type="dxa"/>
            <w:noWrap/>
          </w:tcPr>
          <w:p w:rsidR="00D424F6" w:rsidRDefault="00D424F6" w:rsidP="0090440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14.04.2020</w:t>
            </w:r>
          </w:p>
        </w:tc>
        <w:tc>
          <w:tcPr>
            <w:tcW w:w="2880" w:type="dxa"/>
          </w:tcPr>
          <w:p w:rsidR="00D424F6" w:rsidRPr="00A0007B" w:rsidRDefault="00D424F6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shd w:val="clear" w:color="auto" w:fill="FFFFFF"/>
              </w:rPr>
              <w:t>Притяжательные и указательные местоимения</w:t>
            </w:r>
          </w:p>
        </w:tc>
        <w:tc>
          <w:tcPr>
            <w:tcW w:w="3087" w:type="dxa"/>
          </w:tcPr>
          <w:p w:rsidR="00D424F6" w:rsidRDefault="00D424F6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Просмотр видеоурока по теме, выполнение заданий с вариантом ответов, работа с учебником</w:t>
            </w:r>
          </w:p>
        </w:tc>
        <w:tc>
          <w:tcPr>
            <w:tcW w:w="3119" w:type="dxa"/>
            <w:noWrap/>
          </w:tcPr>
          <w:p w:rsidR="00D424F6" w:rsidRPr="006F4F08" w:rsidRDefault="00D424F6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F08"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§82,84, упр.488</w:t>
            </w:r>
          </w:p>
        </w:tc>
      </w:tr>
      <w:tr w:rsidR="00D424F6" w:rsidRPr="006F4F08" w:rsidTr="00BD79A6">
        <w:trPr>
          <w:trHeight w:val="660"/>
        </w:trPr>
        <w:tc>
          <w:tcPr>
            <w:tcW w:w="1076" w:type="dxa"/>
            <w:noWrap/>
          </w:tcPr>
          <w:p w:rsidR="00D424F6" w:rsidRDefault="00D424F6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8Б, Г</w:t>
            </w:r>
          </w:p>
        </w:tc>
        <w:tc>
          <w:tcPr>
            <w:tcW w:w="1420" w:type="dxa"/>
            <w:noWrap/>
          </w:tcPr>
          <w:p w:rsidR="00D424F6" w:rsidRDefault="00D424F6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59" w:type="dxa"/>
            <w:vMerge/>
            <w:noWrap/>
          </w:tcPr>
          <w:p w:rsidR="00D424F6" w:rsidRDefault="00D424F6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noWrap/>
          </w:tcPr>
          <w:p w:rsidR="00D424F6" w:rsidRPr="00DF7AAC" w:rsidRDefault="00D424F6" w:rsidP="0090440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.04.2020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-18/04/2020</w:t>
            </w:r>
          </w:p>
        </w:tc>
        <w:tc>
          <w:tcPr>
            <w:tcW w:w="2880" w:type="dxa"/>
          </w:tcPr>
          <w:p w:rsidR="00D424F6" w:rsidRPr="00115B1B" w:rsidRDefault="00D424F6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51A6">
              <w:rPr>
                <w:rFonts w:ascii="Times New Roman" w:hAnsi="Times New Roman"/>
              </w:rPr>
              <w:t>Вводные конструкции</w:t>
            </w:r>
            <w:r>
              <w:rPr>
                <w:rFonts w:ascii="Times New Roman" w:hAnsi="Times New Roman"/>
              </w:rPr>
              <w:t xml:space="preserve">. </w:t>
            </w:r>
            <w:r w:rsidRPr="006351A6">
              <w:rPr>
                <w:rFonts w:ascii="Times New Roman" w:hAnsi="Times New Roman"/>
              </w:rPr>
              <w:t>Группы вводных слов и вводных сочетаний слов по значению.</w:t>
            </w:r>
          </w:p>
        </w:tc>
        <w:tc>
          <w:tcPr>
            <w:tcW w:w="3087" w:type="dxa"/>
          </w:tcPr>
          <w:p w:rsidR="00D424F6" w:rsidRDefault="00D424F6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Работа с таблицей, выполнение заданий</w:t>
            </w:r>
          </w:p>
        </w:tc>
        <w:tc>
          <w:tcPr>
            <w:tcW w:w="3119" w:type="dxa"/>
            <w:noWrap/>
          </w:tcPr>
          <w:p w:rsidR="00D424F6" w:rsidRDefault="00D424F6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F08"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  <w:p w:rsidR="00D424F6" w:rsidRPr="006F4F08" w:rsidRDefault="00D424F6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424F6" w:rsidRPr="006F4F08" w:rsidTr="00BD79A6">
        <w:trPr>
          <w:trHeight w:val="660"/>
        </w:trPr>
        <w:tc>
          <w:tcPr>
            <w:tcW w:w="1076" w:type="dxa"/>
            <w:noWrap/>
          </w:tcPr>
          <w:p w:rsidR="00D424F6" w:rsidRDefault="00D424F6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8АБВ</w:t>
            </w:r>
          </w:p>
        </w:tc>
        <w:tc>
          <w:tcPr>
            <w:tcW w:w="1420" w:type="dxa"/>
            <w:noWrap/>
          </w:tcPr>
          <w:p w:rsidR="00D424F6" w:rsidRDefault="00D424F6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Родной язык</w:t>
            </w:r>
          </w:p>
        </w:tc>
        <w:tc>
          <w:tcPr>
            <w:tcW w:w="1659" w:type="dxa"/>
            <w:vMerge/>
            <w:noWrap/>
          </w:tcPr>
          <w:p w:rsidR="00D424F6" w:rsidRDefault="00D424F6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noWrap/>
          </w:tcPr>
          <w:p w:rsidR="00D424F6" w:rsidRDefault="00D424F6" w:rsidP="0090440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15.04.2020</w:t>
            </w:r>
          </w:p>
        </w:tc>
        <w:tc>
          <w:tcPr>
            <w:tcW w:w="2880" w:type="dxa"/>
          </w:tcPr>
          <w:p w:rsidR="00D424F6" w:rsidRPr="002F0B1A" w:rsidRDefault="00D424F6" w:rsidP="002F0B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33CF">
              <w:rPr>
                <w:rFonts w:ascii="Times New Roman" w:hAnsi="Times New Roman"/>
                <w:lang w:eastAsia="en-US"/>
              </w:rPr>
              <w:t>Функциональные разновидности языка</w:t>
            </w:r>
          </w:p>
        </w:tc>
        <w:tc>
          <w:tcPr>
            <w:tcW w:w="3087" w:type="dxa"/>
          </w:tcPr>
          <w:p w:rsidR="00D424F6" w:rsidRDefault="00D424F6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тестовых заданий, заполнение таблицы</w:t>
            </w:r>
          </w:p>
        </w:tc>
        <w:tc>
          <w:tcPr>
            <w:tcW w:w="3119" w:type="dxa"/>
            <w:noWrap/>
          </w:tcPr>
          <w:p w:rsidR="00D424F6" w:rsidRPr="006F4F08" w:rsidRDefault="00D424F6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F08"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</w:tc>
      </w:tr>
      <w:tr w:rsidR="00D424F6" w:rsidRPr="006F4F08" w:rsidTr="00BD79A6">
        <w:trPr>
          <w:trHeight w:val="660"/>
        </w:trPr>
        <w:tc>
          <w:tcPr>
            <w:tcW w:w="1076" w:type="dxa"/>
            <w:noWrap/>
          </w:tcPr>
          <w:p w:rsidR="00D424F6" w:rsidRPr="004578C9" w:rsidRDefault="00D424F6" w:rsidP="00F537E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6В</w:t>
            </w:r>
          </w:p>
        </w:tc>
        <w:tc>
          <w:tcPr>
            <w:tcW w:w="1420" w:type="dxa"/>
            <w:noWrap/>
          </w:tcPr>
          <w:p w:rsidR="00D424F6" w:rsidRPr="004578C9" w:rsidRDefault="00D424F6" w:rsidP="00F537E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59" w:type="dxa"/>
            <w:noWrap/>
          </w:tcPr>
          <w:p w:rsidR="00D424F6" w:rsidRDefault="00D424F6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noWrap/>
          </w:tcPr>
          <w:p w:rsidR="00D424F6" w:rsidRDefault="00D424F6" w:rsidP="0090440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15.04.2020</w:t>
            </w:r>
          </w:p>
        </w:tc>
        <w:tc>
          <w:tcPr>
            <w:tcW w:w="2880" w:type="dxa"/>
          </w:tcPr>
          <w:p w:rsidR="00D424F6" w:rsidRPr="009333CF" w:rsidRDefault="00D424F6" w:rsidP="002F0B1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Arial" w:hAnsi="Arial"/>
                <w:color w:val="000000"/>
                <w:sz w:val="18"/>
                <w:szCs w:val="18"/>
                <w:shd w:val="clear" w:color="auto" w:fill="FFFFFF"/>
              </w:rPr>
              <w:t>Определительные местоимения</w:t>
            </w:r>
          </w:p>
        </w:tc>
        <w:tc>
          <w:tcPr>
            <w:tcW w:w="3087" w:type="dxa"/>
          </w:tcPr>
          <w:p w:rsidR="00D424F6" w:rsidRDefault="00D424F6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Просмотр видеоурока по теме, выполнение заданий с вариантом ответов, работа с учебником</w:t>
            </w:r>
          </w:p>
        </w:tc>
        <w:tc>
          <w:tcPr>
            <w:tcW w:w="3119" w:type="dxa"/>
            <w:noWrap/>
          </w:tcPr>
          <w:p w:rsidR="00D424F6" w:rsidRPr="00DF7AAC" w:rsidRDefault="00D424F6" w:rsidP="005E3E10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6F4F08"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ZOOM</w:t>
            </w:r>
          </w:p>
        </w:tc>
      </w:tr>
      <w:tr w:rsidR="00D424F6" w:rsidRPr="006F4F08" w:rsidTr="00BD79A6">
        <w:trPr>
          <w:trHeight w:val="660"/>
        </w:trPr>
        <w:tc>
          <w:tcPr>
            <w:tcW w:w="1076" w:type="dxa"/>
            <w:noWrap/>
          </w:tcPr>
          <w:p w:rsidR="00D424F6" w:rsidRDefault="00D424F6" w:rsidP="0090596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8Б, Г</w:t>
            </w:r>
          </w:p>
        </w:tc>
        <w:tc>
          <w:tcPr>
            <w:tcW w:w="1420" w:type="dxa"/>
            <w:noWrap/>
          </w:tcPr>
          <w:p w:rsidR="00D424F6" w:rsidRDefault="00D424F6" w:rsidP="0090596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Литература</w:t>
            </w:r>
          </w:p>
        </w:tc>
        <w:tc>
          <w:tcPr>
            <w:tcW w:w="1659" w:type="dxa"/>
            <w:noWrap/>
          </w:tcPr>
          <w:p w:rsidR="00D424F6" w:rsidRDefault="00D424F6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noWrap/>
          </w:tcPr>
          <w:p w:rsidR="00D424F6" w:rsidRDefault="00D424F6" w:rsidP="0090440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16.04.2020</w:t>
            </w:r>
          </w:p>
        </w:tc>
        <w:tc>
          <w:tcPr>
            <w:tcW w:w="2880" w:type="dxa"/>
          </w:tcPr>
          <w:p w:rsidR="00D424F6" w:rsidRDefault="00D424F6" w:rsidP="002F0B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F94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А.Т. Твардовский. «Василий Тёркин»: образ главного героя, особенности композиции поэмы</w:t>
            </w:r>
          </w:p>
        </w:tc>
        <w:tc>
          <w:tcPr>
            <w:tcW w:w="3087" w:type="dxa"/>
          </w:tcPr>
          <w:p w:rsidR="00D424F6" w:rsidRDefault="00D424F6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Просмотр презентации, выполнение заданий, ответы на вопросы</w:t>
            </w:r>
          </w:p>
        </w:tc>
        <w:tc>
          <w:tcPr>
            <w:tcW w:w="3119" w:type="dxa"/>
            <w:noWrap/>
          </w:tcPr>
          <w:p w:rsidR="00D424F6" w:rsidRPr="006F4F08" w:rsidRDefault="00D424F6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F08"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ZOOM</w:t>
            </w:r>
          </w:p>
        </w:tc>
      </w:tr>
      <w:tr w:rsidR="00D424F6" w:rsidRPr="006F4F08" w:rsidTr="00BD79A6">
        <w:trPr>
          <w:trHeight w:val="660"/>
        </w:trPr>
        <w:tc>
          <w:tcPr>
            <w:tcW w:w="1076" w:type="dxa"/>
            <w:noWrap/>
          </w:tcPr>
          <w:p w:rsidR="00D424F6" w:rsidRDefault="00D424F6" w:rsidP="00F537E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6В</w:t>
            </w:r>
          </w:p>
        </w:tc>
        <w:tc>
          <w:tcPr>
            <w:tcW w:w="1420" w:type="dxa"/>
            <w:noWrap/>
          </w:tcPr>
          <w:p w:rsidR="00D424F6" w:rsidRDefault="00D424F6" w:rsidP="00F537E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Литература</w:t>
            </w:r>
          </w:p>
        </w:tc>
        <w:tc>
          <w:tcPr>
            <w:tcW w:w="1659" w:type="dxa"/>
            <w:noWrap/>
          </w:tcPr>
          <w:p w:rsidR="00D424F6" w:rsidRDefault="00D424F6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noWrap/>
          </w:tcPr>
          <w:p w:rsidR="00D424F6" w:rsidRDefault="00D424F6" w:rsidP="0090440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16.04.2020</w:t>
            </w:r>
          </w:p>
        </w:tc>
        <w:tc>
          <w:tcPr>
            <w:tcW w:w="2880" w:type="dxa"/>
          </w:tcPr>
          <w:p w:rsidR="00D424F6" w:rsidRPr="00BD79A6" w:rsidRDefault="00D424F6" w:rsidP="00BD79A6">
            <w:pPr>
              <w:ind w:right="-456"/>
              <w:rPr>
                <w:rFonts w:ascii="Arial" w:hAnsi="Arial"/>
                <w:bCs/>
                <w:sz w:val="20"/>
                <w:szCs w:val="20"/>
              </w:rPr>
            </w:pPr>
            <w:r w:rsidRPr="00BD79A6">
              <w:rPr>
                <w:rFonts w:ascii="Arial" w:hAnsi="Arial"/>
                <w:bCs/>
                <w:sz w:val="20"/>
                <w:szCs w:val="20"/>
              </w:rPr>
              <w:t xml:space="preserve">Литература народов России. </w:t>
            </w:r>
            <w:r>
              <w:rPr>
                <w:rFonts w:ascii="Arial" w:hAnsi="Arial"/>
                <w:sz w:val="20"/>
                <w:szCs w:val="20"/>
              </w:rPr>
              <w:t xml:space="preserve">Габдулла Тукай. </w:t>
            </w:r>
            <w:r w:rsidRPr="00BD79A6">
              <w:rPr>
                <w:rFonts w:ascii="Arial" w:hAnsi="Arial"/>
                <w:sz w:val="20"/>
                <w:szCs w:val="20"/>
              </w:rPr>
              <w:t>«Родная деревня», «Книга».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BD79A6">
              <w:rPr>
                <w:rFonts w:ascii="Arial" w:hAnsi="Arial"/>
                <w:sz w:val="20"/>
                <w:szCs w:val="20"/>
              </w:rPr>
              <w:t>Кайсын Кулиев. «Когда на меня навалилась беда...», «Каким бы малым ни был мой народ...».</w:t>
            </w:r>
          </w:p>
        </w:tc>
        <w:tc>
          <w:tcPr>
            <w:tcW w:w="3087" w:type="dxa"/>
          </w:tcPr>
          <w:p w:rsidR="00D424F6" w:rsidRDefault="00D424F6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Прослушивание аудиозаписей, выполнение заданий, анализ стихотворений</w:t>
            </w:r>
          </w:p>
        </w:tc>
        <w:tc>
          <w:tcPr>
            <w:tcW w:w="3119" w:type="dxa"/>
            <w:noWrap/>
          </w:tcPr>
          <w:p w:rsidR="00D424F6" w:rsidRDefault="00D424F6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F08"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  <w:p w:rsidR="00D424F6" w:rsidRPr="006F4F08" w:rsidRDefault="00D424F6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424F6" w:rsidRPr="006F4F08" w:rsidTr="00BD79A6">
        <w:trPr>
          <w:trHeight w:val="660"/>
        </w:trPr>
        <w:tc>
          <w:tcPr>
            <w:tcW w:w="1076" w:type="dxa"/>
            <w:noWrap/>
          </w:tcPr>
          <w:p w:rsidR="00D424F6" w:rsidRDefault="00D424F6" w:rsidP="00F537E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6В</w:t>
            </w:r>
          </w:p>
        </w:tc>
        <w:tc>
          <w:tcPr>
            <w:tcW w:w="1420" w:type="dxa"/>
            <w:noWrap/>
          </w:tcPr>
          <w:p w:rsidR="00D424F6" w:rsidRDefault="00D424F6" w:rsidP="00F537E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59" w:type="dxa"/>
            <w:noWrap/>
          </w:tcPr>
          <w:p w:rsidR="00D424F6" w:rsidRDefault="00D424F6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noWrap/>
          </w:tcPr>
          <w:p w:rsidR="00D424F6" w:rsidRDefault="00D424F6" w:rsidP="0090440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17.04.2020</w:t>
            </w:r>
          </w:p>
        </w:tc>
        <w:tc>
          <w:tcPr>
            <w:tcW w:w="2880" w:type="dxa"/>
          </w:tcPr>
          <w:p w:rsidR="00D424F6" w:rsidRPr="00DF7AAC" w:rsidRDefault="00D424F6" w:rsidP="00DF7AAC">
            <w:pPr>
              <w:rPr>
                <w:rFonts w:ascii="Arial" w:hAnsi="Arial"/>
                <w:sz w:val="18"/>
                <w:szCs w:val="18"/>
              </w:rPr>
            </w:pPr>
            <w:r w:rsidRPr="00DF7AAC">
              <w:rPr>
                <w:rFonts w:ascii="Arial" w:hAnsi="Arial"/>
                <w:sz w:val="18"/>
                <w:szCs w:val="18"/>
              </w:rPr>
              <w:t>Местоимения и другие части речи. Морфологический разбор местоимения</w:t>
            </w:r>
          </w:p>
        </w:tc>
        <w:tc>
          <w:tcPr>
            <w:tcW w:w="3087" w:type="dxa"/>
          </w:tcPr>
          <w:p w:rsidR="00D424F6" w:rsidRDefault="00D424F6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заданий, разбор предложений, морфологический разбор местоимений</w:t>
            </w:r>
          </w:p>
        </w:tc>
        <w:tc>
          <w:tcPr>
            <w:tcW w:w="3119" w:type="dxa"/>
            <w:noWrap/>
          </w:tcPr>
          <w:p w:rsidR="00D424F6" w:rsidRPr="006F4F08" w:rsidRDefault="00D424F6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F08"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</w:tc>
      </w:tr>
      <w:tr w:rsidR="00D424F6" w:rsidRPr="006F4F08" w:rsidTr="007628A7">
        <w:trPr>
          <w:trHeight w:val="530"/>
        </w:trPr>
        <w:tc>
          <w:tcPr>
            <w:tcW w:w="1076" w:type="dxa"/>
            <w:noWrap/>
          </w:tcPr>
          <w:p w:rsidR="00D424F6" w:rsidRDefault="00D424F6" w:rsidP="0090596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8АБВ</w:t>
            </w:r>
          </w:p>
        </w:tc>
        <w:tc>
          <w:tcPr>
            <w:tcW w:w="1420" w:type="dxa"/>
            <w:noWrap/>
          </w:tcPr>
          <w:p w:rsidR="00D424F6" w:rsidRDefault="00D424F6" w:rsidP="0090596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Родная литература</w:t>
            </w:r>
          </w:p>
        </w:tc>
        <w:tc>
          <w:tcPr>
            <w:tcW w:w="1659" w:type="dxa"/>
            <w:noWrap/>
          </w:tcPr>
          <w:p w:rsidR="00D424F6" w:rsidRDefault="00D424F6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noWrap/>
          </w:tcPr>
          <w:p w:rsidR="00D424F6" w:rsidRDefault="00D424F6" w:rsidP="0090440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17.04.2020</w:t>
            </w:r>
          </w:p>
        </w:tc>
        <w:tc>
          <w:tcPr>
            <w:tcW w:w="2880" w:type="dxa"/>
          </w:tcPr>
          <w:p w:rsidR="00D424F6" w:rsidRPr="00306F8D" w:rsidRDefault="00D424F6" w:rsidP="002F0B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8D">
              <w:rPr>
                <w:rFonts w:ascii="Arial" w:hAnsi="Arial"/>
                <w:sz w:val="20"/>
                <w:szCs w:val="20"/>
              </w:rPr>
              <w:t>О.Генри «Обращение Джимми Валентайна». Жанр новеллы. Идея произведения. Художественное своеобразие новеллы О. Генри. Анализ эпизода</w:t>
            </w:r>
          </w:p>
        </w:tc>
        <w:tc>
          <w:tcPr>
            <w:tcW w:w="3087" w:type="dxa"/>
          </w:tcPr>
          <w:p w:rsidR="00D424F6" w:rsidRDefault="00D424F6" w:rsidP="0090596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тестовых заданий, развернутые ответы на вопросы</w:t>
            </w:r>
          </w:p>
        </w:tc>
        <w:tc>
          <w:tcPr>
            <w:tcW w:w="3119" w:type="dxa"/>
            <w:noWrap/>
          </w:tcPr>
          <w:p w:rsidR="00D424F6" w:rsidRPr="006F4F08" w:rsidRDefault="00D424F6" w:rsidP="0090596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F08"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</w:tc>
      </w:tr>
      <w:tr w:rsidR="00D424F6" w:rsidRPr="006F4F08" w:rsidTr="00BD79A6">
        <w:trPr>
          <w:trHeight w:val="660"/>
        </w:trPr>
        <w:tc>
          <w:tcPr>
            <w:tcW w:w="1076" w:type="dxa"/>
            <w:noWrap/>
          </w:tcPr>
          <w:p w:rsidR="00D424F6" w:rsidRDefault="00D424F6" w:rsidP="0090596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8Б, Г</w:t>
            </w:r>
          </w:p>
        </w:tc>
        <w:tc>
          <w:tcPr>
            <w:tcW w:w="1420" w:type="dxa"/>
            <w:noWrap/>
          </w:tcPr>
          <w:p w:rsidR="00D424F6" w:rsidRDefault="00D424F6" w:rsidP="0090596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59" w:type="dxa"/>
            <w:noWrap/>
          </w:tcPr>
          <w:p w:rsidR="00D424F6" w:rsidRDefault="00D424F6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noWrap/>
          </w:tcPr>
          <w:p w:rsidR="00D424F6" w:rsidRDefault="00D424F6" w:rsidP="0090440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18.04.2020</w:t>
            </w:r>
          </w:p>
        </w:tc>
        <w:tc>
          <w:tcPr>
            <w:tcW w:w="2880" w:type="dxa"/>
          </w:tcPr>
          <w:p w:rsidR="00D424F6" w:rsidRDefault="00D424F6" w:rsidP="002F0B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51A6">
              <w:rPr>
                <w:rFonts w:ascii="Times New Roman" w:hAnsi="Times New Roman"/>
              </w:rPr>
              <w:t>Выделительные знаки препинания при вводных словах, вводных сочетаниях слов и вводных предложениях</w:t>
            </w:r>
          </w:p>
        </w:tc>
        <w:tc>
          <w:tcPr>
            <w:tcW w:w="3087" w:type="dxa"/>
          </w:tcPr>
          <w:p w:rsidR="00D424F6" w:rsidRDefault="00D424F6" w:rsidP="0090596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Просмотр видеоурока, работа с учебником, выполнение упражнений</w:t>
            </w:r>
          </w:p>
        </w:tc>
        <w:tc>
          <w:tcPr>
            <w:tcW w:w="3119" w:type="dxa"/>
            <w:noWrap/>
          </w:tcPr>
          <w:p w:rsidR="00D424F6" w:rsidRPr="006F4F08" w:rsidRDefault="00D424F6" w:rsidP="0090596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Открытая школа, </w:t>
            </w:r>
            <w:r w:rsidRPr="006F4F08"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учебник Тростенцова Л.А., §61</w:t>
            </w:r>
          </w:p>
        </w:tc>
      </w:tr>
    </w:tbl>
    <w:p w:rsidR="00D424F6" w:rsidRDefault="00D424F6" w:rsidP="005422D5"/>
    <w:sectPr w:rsidR="00D424F6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CE632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4928B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71C3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B1061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F74FA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55A8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EC2EF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C222F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2EA8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57C4E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2730"/>
    <w:rsid w:val="000E52AE"/>
    <w:rsid w:val="00115B1B"/>
    <w:rsid w:val="00131E4B"/>
    <w:rsid w:val="00223D83"/>
    <w:rsid w:val="00227574"/>
    <w:rsid w:val="002F0B1A"/>
    <w:rsid w:val="00306F8D"/>
    <w:rsid w:val="00355F94"/>
    <w:rsid w:val="00426093"/>
    <w:rsid w:val="00454C36"/>
    <w:rsid w:val="004578C9"/>
    <w:rsid w:val="005422D5"/>
    <w:rsid w:val="005E3E10"/>
    <w:rsid w:val="006351A6"/>
    <w:rsid w:val="006646D4"/>
    <w:rsid w:val="00671300"/>
    <w:rsid w:val="006732AF"/>
    <w:rsid w:val="006B206E"/>
    <w:rsid w:val="006F4F08"/>
    <w:rsid w:val="007628A7"/>
    <w:rsid w:val="00836487"/>
    <w:rsid w:val="008769F3"/>
    <w:rsid w:val="008C409D"/>
    <w:rsid w:val="0090440F"/>
    <w:rsid w:val="0090596C"/>
    <w:rsid w:val="009333CF"/>
    <w:rsid w:val="009E14FD"/>
    <w:rsid w:val="00A0007B"/>
    <w:rsid w:val="00A2731A"/>
    <w:rsid w:val="00AE3A1B"/>
    <w:rsid w:val="00B00E55"/>
    <w:rsid w:val="00B60ED8"/>
    <w:rsid w:val="00B73126"/>
    <w:rsid w:val="00B95128"/>
    <w:rsid w:val="00BD79A6"/>
    <w:rsid w:val="00C10722"/>
    <w:rsid w:val="00C20716"/>
    <w:rsid w:val="00D424F6"/>
    <w:rsid w:val="00D76BFD"/>
    <w:rsid w:val="00DF7AAC"/>
    <w:rsid w:val="00E17929"/>
    <w:rsid w:val="00EC2323"/>
    <w:rsid w:val="00F12730"/>
    <w:rsid w:val="00F53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730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12730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F12730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91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155</TotalTime>
  <Pages>2</Pages>
  <Words>296</Words>
  <Characters>1688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11</cp:revision>
  <dcterms:created xsi:type="dcterms:W3CDTF">2020-04-06T11:11:00Z</dcterms:created>
  <dcterms:modified xsi:type="dcterms:W3CDTF">2020-04-12T19:49:00Z</dcterms:modified>
</cp:coreProperties>
</file>